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C0E21" w14:textId="2B2B4237" w:rsidR="00295322" w:rsidRDefault="00F60475" w:rsidP="00205383">
      <w:pPr>
        <w:tabs>
          <w:tab w:val="left" w:pos="720"/>
          <w:tab w:val="center" w:pos="4819"/>
          <w:tab w:val="right" w:pos="9638"/>
        </w:tabs>
        <w:jc w:val="center"/>
        <w:rPr>
          <w:rFonts w:asciiTheme="minorHAnsi" w:hAnsiTheme="minorHAnsi"/>
          <w:b/>
          <w:sz w:val="32"/>
          <w:szCs w:val="32"/>
          <w:u w:val="single"/>
        </w:rPr>
      </w:pPr>
      <w:r w:rsidRPr="00205383">
        <w:rPr>
          <w:rFonts w:asciiTheme="minorHAnsi" w:hAnsiTheme="minorHAnsi"/>
          <w:b/>
          <w:sz w:val="32"/>
          <w:szCs w:val="32"/>
          <w:u w:val="single"/>
        </w:rPr>
        <w:t>“TUTTI IN CAMPO</w:t>
      </w:r>
      <w:r w:rsidR="002875DB" w:rsidRPr="00205383">
        <w:rPr>
          <w:rFonts w:asciiTheme="minorHAnsi" w:hAnsiTheme="minorHAnsi"/>
          <w:b/>
          <w:sz w:val="32"/>
          <w:szCs w:val="32"/>
          <w:u w:val="single"/>
        </w:rPr>
        <w:t xml:space="preserve"> </w:t>
      </w:r>
      <w:r w:rsidR="00AC4ED9" w:rsidRPr="00205383">
        <w:rPr>
          <w:rFonts w:asciiTheme="minorHAnsi" w:hAnsiTheme="minorHAnsi"/>
          <w:b/>
          <w:sz w:val="32"/>
          <w:szCs w:val="32"/>
          <w:u w:val="single"/>
        </w:rPr>
        <w:t>–</w:t>
      </w:r>
      <w:r w:rsidR="002875DB" w:rsidRPr="00205383">
        <w:rPr>
          <w:rFonts w:asciiTheme="minorHAnsi" w:hAnsiTheme="minorHAnsi"/>
          <w:b/>
          <w:sz w:val="32"/>
          <w:szCs w:val="32"/>
          <w:u w:val="single"/>
        </w:rPr>
        <w:t xml:space="preserve"> </w:t>
      </w:r>
      <w:r w:rsidR="00AC4ED9" w:rsidRPr="00205383">
        <w:rPr>
          <w:rFonts w:asciiTheme="minorHAnsi" w:hAnsiTheme="minorHAnsi"/>
          <w:b/>
          <w:sz w:val="32"/>
          <w:szCs w:val="32"/>
          <w:u w:val="single"/>
        </w:rPr>
        <w:t xml:space="preserve">Corri Salta Lancia – </w:t>
      </w:r>
      <w:proofErr w:type="spellStart"/>
      <w:r w:rsidR="00AC4ED9" w:rsidRPr="00205383">
        <w:rPr>
          <w:rFonts w:asciiTheme="minorHAnsi" w:hAnsiTheme="minorHAnsi"/>
          <w:b/>
          <w:sz w:val="32"/>
          <w:szCs w:val="32"/>
          <w:u w:val="single"/>
        </w:rPr>
        <w:t>Every</w:t>
      </w:r>
      <w:proofErr w:type="spellEnd"/>
      <w:r w:rsidR="00AC4ED9" w:rsidRPr="00205383">
        <w:rPr>
          <w:rFonts w:asciiTheme="minorHAnsi" w:hAnsiTheme="minorHAnsi"/>
          <w:b/>
          <w:sz w:val="32"/>
          <w:szCs w:val="32"/>
          <w:u w:val="single"/>
        </w:rPr>
        <w:t xml:space="preserve"> </w:t>
      </w:r>
      <w:proofErr w:type="spellStart"/>
      <w:r w:rsidR="00AC4ED9" w:rsidRPr="00205383">
        <w:rPr>
          <w:rFonts w:asciiTheme="minorHAnsi" w:hAnsiTheme="minorHAnsi"/>
          <w:b/>
          <w:sz w:val="32"/>
          <w:szCs w:val="32"/>
          <w:u w:val="single"/>
        </w:rPr>
        <w:t>result</w:t>
      </w:r>
      <w:proofErr w:type="spellEnd"/>
      <w:r w:rsidR="00AC4ED9" w:rsidRPr="00205383">
        <w:rPr>
          <w:rFonts w:asciiTheme="minorHAnsi" w:hAnsiTheme="minorHAnsi"/>
          <w:b/>
          <w:sz w:val="32"/>
          <w:szCs w:val="32"/>
          <w:u w:val="single"/>
        </w:rPr>
        <w:t xml:space="preserve"> </w:t>
      </w:r>
      <w:proofErr w:type="spellStart"/>
      <w:r w:rsidR="00AC4ED9" w:rsidRPr="00205383">
        <w:rPr>
          <w:rFonts w:asciiTheme="minorHAnsi" w:hAnsiTheme="minorHAnsi"/>
          <w:b/>
          <w:sz w:val="32"/>
          <w:szCs w:val="32"/>
          <w:u w:val="single"/>
        </w:rPr>
        <w:t>counts</w:t>
      </w:r>
      <w:proofErr w:type="spellEnd"/>
    </w:p>
    <w:p w14:paraId="107FA077" w14:textId="77777777" w:rsidR="00205383" w:rsidRDefault="00205383" w:rsidP="00205383">
      <w:pPr>
        <w:jc w:val="center"/>
        <w:rPr>
          <w:rFonts w:asciiTheme="minorHAnsi" w:hAnsiTheme="minorHAnsi" w:cs="Tahoma"/>
          <w:b/>
          <w:bCs/>
          <w:sz w:val="48"/>
          <w:szCs w:val="48"/>
          <w:u w:val="single"/>
        </w:rPr>
      </w:pPr>
      <w:r w:rsidRPr="004D77A4">
        <w:rPr>
          <w:rFonts w:asciiTheme="minorHAnsi" w:hAnsiTheme="minorHAnsi" w:cs="Tahoma"/>
          <w:b/>
          <w:bCs/>
          <w:sz w:val="48"/>
          <w:szCs w:val="48"/>
          <w:u w:val="single"/>
        </w:rPr>
        <w:t>ADESIONE</w:t>
      </w:r>
    </w:p>
    <w:p w14:paraId="2AB056BA" w14:textId="23448FD7" w:rsidR="000E5CCB" w:rsidRDefault="00205383" w:rsidP="000E5CCB">
      <w:pPr>
        <w:spacing w:after="0" w:line="240" w:lineRule="auto"/>
        <w:jc w:val="center"/>
        <w:rPr>
          <w:rStyle w:val="Collegamentoipertestuale"/>
          <w:rFonts w:asciiTheme="minorHAnsi" w:hAnsiTheme="minorHAnsi" w:cs="Tahoma"/>
          <w:szCs w:val="24"/>
        </w:rPr>
      </w:pPr>
      <w:r w:rsidRPr="00A634D4">
        <w:rPr>
          <w:rFonts w:asciiTheme="minorHAnsi" w:hAnsiTheme="minorHAnsi" w:cs="Tahoma"/>
          <w:szCs w:val="24"/>
        </w:rPr>
        <w:t xml:space="preserve">Inviare entro il </w:t>
      </w:r>
      <w:r>
        <w:rPr>
          <w:rFonts w:asciiTheme="minorHAnsi" w:hAnsiTheme="minorHAnsi" w:cs="Tahoma"/>
          <w:szCs w:val="24"/>
        </w:rPr>
        <w:t>22</w:t>
      </w:r>
      <w:r w:rsidRPr="00A634D4">
        <w:rPr>
          <w:rFonts w:asciiTheme="minorHAnsi" w:hAnsiTheme="minorHAnsi" w:cs="Tahoma"/>
          <w:szCs w:val="24"/>
        </w:rPr>
        <w:t xml:space="preserve"> </w:t>
      </w:r>
      <w:proofErr w:type="gramStart"/>
      <w:r w:rsidRPr="00A634D4">
        <w:rPr>
          <w:rFonts w:asciiTheme="minorHAnsi" w:hAnsiTheme="minorHAnsi" w:cs="Tahoma"/>
          <w:szCs w:val="24"/>
        </w:rPr>
        <w:t>Gennaio</w:t>
      </w:r>
      <w:proofErr w:type="gramEnd"/>
      <w:r w:rsidRPr="00A634D4">
        <w:rPr>
          <w:rFonts w:asciiTheme="minorHAnsi" w:hAnsiTheme="minorHAnsi" w:cs="Tahoma"/>
          <w:szCs w:val="24"/>
        </w:rPr>
        <w:t xml:space="preserve"> 2021 a </w:t>
      </w:r>
      <w:hyperlink r:id="rId11" w:history="1">
        <w:r w:rsidRPr="00A634D4">
          <w:rPr>
            <w:rStyle w:val="Collegamentoipertestuale"/>
            <w:rFonts w:asciiTheme="minorHAnsi" w:hAnsiTheme="minorHAnsi" w:cs="Tahoma"/>
            <w:szCs w:val="24"/>
          </w:rPr>
          <w:t>direzione-marche@istruzione.it</w:t>
        </w:r>
      </w:hyperlink>
    </w:p>
    <w:p w14:paraId="4DA45649" w14:textId="4D90708A" w:rsidR="001D3169" w:rsidRDefault="001D3169" w:rsidP="001D3169">
      <w:pPr>
        <w:tabs>
          <w:tab w:val="left" w:pos="720"/>
          <w:tab w:val="center" w:pos="4819"/>
          <w:tab w:val="right" w:pos="9638"/>
        </w:tabs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(è necessario anche compilare il modulo disponibile al l’indirizzo </w:t>
      </w:r>
      <w:hyperlink r:id="rId12" w:history="1">
        <w:r w:rsidRPr="00C4026B">
          <w:rPr>
            <w:rStyle w:val="Collegamentoipertestuale"/>
            <w:rFonts w:asciiTheme="minorHAnsi" w:hAnsiTheme="minorHAnsi"/>
          </w:rPr>
          <w:t>Iscrizione Tutti in Campo</w:t>
        </w:r>
      </w:hyperlink>
      <w:r>
        <w:rPr>
          <w:rFonts w:asciiTheme="minorHAnsi" w:hAnsiTheme="minorHAnsi"/>
        </w:rPr>
        <w:t>)</w:t>
      </w:r>
    </w:p>
    <w:p w14:paraId="0A95FB80" w14:textId="727C5A99" w:rsidR="00205383" w:rsidRDefault="00205383" w:rsidP="00205383">
      <w:pPr>
        <w:jc w:val="center"/>
        <w:rPr>
          <w:rFonts w:asciiTheme="minorHAnsi" w:hAnsiTheme="minorHAnsi" w:cs="Tahoma"/>
        </w:rPr>
      </w:pP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1696"/>
        <w:gridCol w:w="1390"/>
        <w:gridCol w:w="2070"/>
        <w:gridCol w:w="1167"/>
        <w:gridCol w:w="3590"/>
      </w:tblGrid>
      <w:tr w:rsidR="00205383" w:rsidRPr="00240989" w14:paraId="4BFC6790" w14:textId="77777777" w:rsidTr="00E976C0">
        <w:tc>
          <w:tcPr>
            <w:tcW w:w="3086" w:type="dxa"/>
            <w:gridSpan w:val="2"/>
          </w:tcPr>
          <w:p w14:paraId="36DE05BD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Denominazione Istituto</w:t>
            </w:r>
          </w:p>
        </w:tc>
        <w:tc>
          <w:tcPr>
            <w:tcW w:w="6827" w:type="dxa"/>
            <w:gridSpan w:val="3"/>
          </w:tcPr>
          <w:p w14:paraId="7E8EEBE3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205383" w:rsidRPr="00240989" w14:paraId="73D91CAF" w14:textId="77777777" w:rsidTr="00E976C0">
        <w:tc>
          <w:tcPr>
            <w:tcW w:w="1696" w:type="dxa"/>
          </w:tcPr>
          <w:p w14:paraId="2D1DE225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 xml:space="preserve">Cod. </w:t>
            </w:r>
            <w:proofErr w:type="spellStart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mecc</w:t>
            </w:r>
            <w:proofErr w:type="spellEnd"/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0" w:type="dxa"/>
            <w:gridSpan w:val="2"/>
          </w:tcPr>
          <w:p w14:paraId="6E796F51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67" w:type="dxa"/>
          </w:tcPr>
          <w:p w14:paraId="43B07A60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  <w:r w:rsidRPr="00957C10"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  <w:t>Comune</w:t>
            </w:r>
          </w:p>
        </w:tc>
        <w:tc>
          <w:tcPr>
            <w:tcW w:w="3590" w:type="dxa"/>
          </w:tcPr>
          <w:p w14:paraId="645389C4" w14:textId="77777777" w:rsidR="00205383" w:rsidRPr="00957C10" w:rsidRDefault="00205383" w:rsidP="00E976C0">
            <w:pPr>
              <w:jc w:val="both"/>
              <w:rPr>
                <w:rFonts w:asciiTheme="minorHAnsi" w:hAnsiTheme="minorHAnsi" w:cs="Tahoma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6B2E68C5" w14:textId="6FE7EBBA" w:rsidR="00205383" w:rsidRDefault="00205383" w:rsidP="00205383">
      <w:pPr>
        <w:jc w:val="both"/>
        <w:rPr>
          <w:rFonts w:asciiTheme="minorHAnsi" w:hAnsiTheme="minorHAnsi" w:cs="Tahoma"/>
          <w:i/>
          <w:iCs/>
        </w:rPr>
      </w:pP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547"/>
        <w:gridCol w:w="1989"/>
        <w:gridCol w:w="2827"/>
        <w:gridCol w:w="2550"/>
      </w:tblGrid>
      <w:tr w:rsidR="003253E2" w:rsidRPr="00240989" w14:paraId="7D1CF566" w14:textId="77777777" w:rsidTr="00FC4661">
        <w:trPr>
          <w:trHeight w:val="263"/>
        </w:trPr>
        <w:tc>
          <w:tcPr>
            <w:tcW w:w="991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4A00E" w14:textId="3CB81CB3" w:rsidR="00FC4661" w:rsidRPr="003253E2" w:rsidRDefault="003253E2" w:rsidP="00FC4661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CLASSI PARTECIPANTI</w:t>
            </w:r>
            <w:r w:rsidR="00FC4661">
              <w:rPr>
                <w:rFonts w:asciiTheme="minorHAnsi" w:hAnsiTheme="minorHAnsi" w:cs="Tahoma"/>
              </w:rPr>
              <w:t xml:space="preserve">                                                       </w:t>
            </w:r>
          </w:p>
        </w:tc>
      </w:tr>
      <w:tr w:rsidR="00FC4661" w14:paraId="2DAA1120" w14:textId="77777777" w:rsidTr="00325BF3">
        <w:trPr>
          <w:trHeight w:val="26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9954" w14:textId="4E58E872" w:rsidR="00FC4661" w:rsidRDefault="00FC4661" w:rsidP="00E976C0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5FE8CF" w14:textId="63E3C834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Numero classi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31701" w14:textId="5F131F58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Numero complessivo alunni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657FB" w14:textId="5224BA9D" w:rsidR="00FC4661" w:rsidRDefault="00FC4661" w:rsidP="00E976C0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Numero alunni disabili</w:t>
            </w:r>
          </w:p>
        </w:tc>
      </w:tr>
      <w:tr w:rsidR="00FC4661" w:rsidRPr="00240989" w14:paraId="4D1F2D5A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441266C2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 w:rsidRPr="003F7982">
              <w:rPr>
                <w:rFonts w:asciiTheme="minorHAnsi" w:hAnsiTheme="minorHAnsi"/>
              </w:rPr>
              <w:t xml:space="preserve">CLASSI PRIME </w:t>
            </w:r>
            <w:proofErr w:type="gramStart"/>
            <w:r w:rsidRPr="003F7982">
              <w:rPr>
                <w:rFonts w:asciiTheme="minorHAnsi" w:hAnsiTheme="minorHAnsi"/>
              </w:rPr>
              <w:t>1°</w:t>
            </w:r>
            <w:proofErr w:type="gramEnd"/>
            <w:r w:rsidRPr="003F7982"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FD1307A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73D8712" w14:textId="7777777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7E66FBA7" w:rsidR="00FC4661" w:rsidRDefault="00FC4661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B40DF" w:rsidRPr="00240989" w14:paraId="77912D0D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32B369D9" w14:textId="3DBB2D34" w:rsidR="005B40DF" w:rsidRPr="003F7982" w:rsidRDefault="005B40D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 w:rsidR="00325BF3">
              <w:rPr>
                <w:rFonts w:asciiTheme="minorHAnsi" w:hAnsiTheme="minorHAnsi"/>
              </w:rPr>
              <w:t xml:space="preserve">SECONDE </w:t>
            </w:r>
            <w:proofErr w:type="gramStart"/>
            <w:r w:rsidRPr="003F7982">
              <w:rPr>
                <w:rFonts w:asciiTheme="minorHAnsi" w:hAnsiTheme="minorHAnsi"/>
              </w:rPr>
              <w:t>1°</w:t>
            </w:r>
            <w:proofErr w:type="gramEnd"/>
            <w:r w:rsidRPr="003F7982"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7F065C7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C7D42C2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C76E08B" w14:textId="77777777" w:rsidR="005B40DF" w:rsidRDefault="005B40D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0DA5DA5D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6D88ADEC" w14:textId="47FBB1E6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 w:rsidRPr="003F7982">
              <w:rPr>
                <w:rFonts w:asciiTheme="minorHAnsi" w:hAnsiTheme="minorHAnsi"/>
              </w:rPr>
              <w:t xml:space="preserve">CLASSI </w:t>
            </w:r>
            <w:r>
              <w:rPr>
                <w:rFonts w:asciiTheme="minorHAnsi" w:hAnsiTheme="minorHAnsi"/>
              </w:rPr>
              <w:t>TERZE</w:t>
            </w:r>
            <w:r w:rsidRPr="003F7982">
              <w:rPr>
                <w:rFonts w:asciiTheme="minorHAnsi" w:hAnsiTheme="minorHAnsi"/>
              </w:rPr>
              <w:t xml:space="preserve"> </w:t>
            </w:r>
            <w:proofErr w:type="gramStart"/>
            <w:r w:rsidRPr="003F7982">
              <w:rPr>
                <w:rFonts w:asciiTheme="minorHAnsi" w:hAnsiTheme="minorHAnsi"/>
              </w:rPr>
              <w:t>1°</w:t>
            </w:r>
            <w:proofErr w:type="gramEnd"/>
            <w:r w:rsidRPr="003F7982"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2F851DD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20D6723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DE74DF0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76719366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4E7E628F" w14:textId="471D35C4" w:rsidR="00325BF3" w:rsidRPr="003F7982" w:rsidRDefault="00325BF3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PRIMO BIENNIO </w:t>
            </w:r>
            <w:proofErr w:type="gramStart"/>
            <w:r>
              <w:rPr>
                <w:rFonts w:asciiTheme="minorHAnsi" w:hAnsiTheme="minorHAnsi"/>
              </w:rPr>
              <w:t>2°</w:t>
            </w:r>
            <w:proofErr w:type="gramEnd"/>
            <w:r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6197F904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1E38EBF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8C13096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325BF3" w:rsidRPr="00240989" w14:paraId="3D1BDC23" w14:textId="77777777" w:rsidTr="009C146F">
        <w:trPr>
          <w:trHeight w:val="26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7A003AA4" w14:textId="37F6D8D0" w:rsidR="00325BF3" w:rsidRDefault="009C146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TRIENNIO  </w:t>
            </w:r>
            <w:proofErr w:type="gramStart"/>
            <w:r>
              <w:rPr>
                <w:rFonts w:asciiTheme="minorHAnsi" w:hAnsiTheme="minorHAnsi"/>
              </w:rPr>
              <w:t>2°</w:t>
            </w:r>
            <w:proofErr w:type="gramEnd"/>
            <w:r>
              <w:rPr>
                <w:rFonts w:asciiTheme="minorHAnsi" w:hAnsiTheme="minorHAnsi"/>
              </w:rPr>
              <w:t xml:space="preserve"> grado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75D694B2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</w:tcPr>
          <w:p w14:paraId="44136687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751183E" w14:textId="77777777" w:rsidR="00325BF3" w:rsidRDefault="00325BF3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9C146F" w:rsidRPr="00240989" w14:paraId="7044FF8B" w14:textId="77777777" w:rsidTr="00325BF3">
        <w:trPr>
          <w:trHeight w:val="263"/>
        </w:trPr>
        <w:tc>
          <w:tcPr>
            <w:tcW w:w="2547" w:type="dxa"/>
            <w:tcBorders>
              <w:top w:val="single" w:sz="4" w:space="0" w:color="auto"/>
            </w:tcBorders>
          </w:tcPr>
          <w:p w14:paraId="55C486BC" w14:textId="695F7B9E" w:rsidR="009C146F" w:rsidRDefault="009C146F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PLURICLASSI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6F71BCC0" w14:textId="77777777" w:rsidR="009C146F" w:rsidRDefault="009C146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14:paraId="79630583" w14:textId="77777777" w:rsidR="009C146F" w:rsidRDefault="009C146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66D764DA" w14:textId="77777777" w:rsidR="009C146F" w:rsidRDefault="009C146F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2F4B3782" w14:textId="26182BF6" w:rsidR="003253E2" w:rsidRPr="009C146F" w:rsidRDefault="009C146F" w:rsidP="009C146F">
      <w:pPr>
        <w:jc w:val="center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(compilare le righe </w:t>
      </w:r>
      <w:r w:rsidR="002A5E8A">
        <w:rPr>
          <w:rFonts w:asciiTheme="minorHAnsi" w:hAnsiTheme="minorHAnsi" w:cs="Tahoma"/>
        </w:rPr>
        <w:t>a secondo dell’ordine di scuola)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2830"/>
        <w:gridCol w:w="7083"/>
      </w:tblGrid>
      <w:tr w:rsidR="00205383" w:rsidRPr="00240989" w14:paraId="7CC99E14" w14:textId="77777777" w:rsidTr="002A5E8A">
        <w:tc>
          <w:tcPr>
            <w:tcW w:w="2830" w:type="dxa"/>
            <w:vAlign w:val="center"/>
          </w:tcPr>
          <w:p w14:paraId="0CDA74BD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Docente referente</w:t>
            </w:r>
          </w:p>
        </w:tc>
        <w:tc>
          <w:tcPr>
            <w:tcW w:w="7083" w:type="dxa"/>
          </w:tcPr>
          <w:p w14:paraId="33BD35E7" w14:textId="77777777" w:rsidR="00205383" w:rsidRPr="00240989" w:rsidRDefault="00205383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</w:p>
        </w:tc>
      </w:tr>
      <w:tr w:rsidR="002A5E8A" w:rsidRPr="00240989" w14:paraId="360A0E52" w14:textId="77777777" w:rsidTr="002A5E8A">
        <w:tc>
          <w:tcPr>
            <w:tcW w:w="2830" w:type="dxa"/>
          </w:tcPr>
          <w:p w14:paraId="5DC26A30" w14:textId="029E8D6D" w:rsidR="002A5E8A" w:rsidRDefault="002A5E8A" w:rsidP="00E976C0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>
              <w:rPr>
                <w:rFonts w:asciiTheme="minorHAnsi" w:hAnsiTheme="minorHAnsi" w:cs="Tahoma"/>
                <w:i/>
                <w:iCs/>
              </w:rPr>
              <w:t>Mail docente referente</w:t>
            </w:r>
          </w:p>
        </w:tc>
        <w:tc>
          <w:tcPr>
            <w:tcW w:w="7083" w:type="dxa"/>
          </w:tcPr>
          <w:p w14:paraId="787B877F" w14:textId="7024851A" w:rsidR="002A5E8A" w:rsidRPr="00240989" w:rsidRDefault="002A5E8A" w:rsidP="00E976C0">
            <w:pPr>
              <w:jc w:val="right"/>
              <w:rPr>
                <w:rFonts w:asciiTheme="minorHAnsi" w:hAnsiTheme="minorHAnsi" w:cs="Tahoma"/>
                <w:i/>
                <w:iCs/>
              </w:rPr>
            </w:pPr>
          </w:p>
        </w:tc>
      </w:tr>
    </w:tbl>
    <w:p w14:paraId="36D69EA8" w14:textId="77777777" w:rsidR="00205383" w:rsidRDefault="00205383" w:rsidP="00205383">
      <w:pPr>
        <w:jc w:val="both"/>
        <w:rPr>
          <w:rFonts w:asciiTheme="minorHAnsi" w:hAnsiTheme="minorHAnsi" w:cs="Tahoma"/>
          <w:i/>
          <w:iCs/>
        </w:rPr>
      </w:pPr>
    </w:p>
    <w:p w14:paraId="629157E3" w14:textId="77777777" w:rsidR="00205383" w:rsidRPr="00AD1E54" w:rsidRDefault="00205383" w:rsidP="00205383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p w14:paraId="35980096" w14:textId="235B54B5" w:rsidR="00295322" w:rsidRDefault="00295322" w:rsidP="00205383">
      <w:pPr>
        <w:tabs>
          <w:tab w:val="left" w:pos="720"/>
          <w:tab w:val="center" w:pos="4819"/>
          <w:tab w:val="right" w:pos="9638"/>
        </w:tabs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14:paraId="3D85A8F2" w14:textId="3DAAF2FD" w:rsidR="00F94528" w:rsidRPr="00DB1A07" w:rsidRDefault="00F94528" w:rsidP="00030550">
      <w:pPr>
        <w:tabs>
          <w:tab w:val="left" w:pos="720"/>
          <w:tab w:val="center" w:pos="4819"/>
          <w:tab w:val="right" w:pos="9638"/>
        </w:tabs>
        <w:spacing w:after="0"/>
        <w:jc w:val="both"/>
        <w:rPr>
          <w:rFonts w:asciiTheme="minorHAnsi" w:hAnsiTheme="minorHAnsi"/>
        </w:rPr>
      </w:pPr>
    </w:p>
    <w:p w14:paraId="6863BB29" w14:textId="77777777" w:rsidR="00565FAD" w:rsidRDefault="00565FAD" w:rsidP="00565FAD">
      <w:pPr>
        <w:tabs>
          <w:tab w:val="left" w:pos="720"/>
          <w:tab w:val="center" w:pos="4819"/>
          <w:tab w:val="right" w:pos="9638"/>
        </w:tabs>
        <w:spacing w:after="0"/>
        <w:jc w:val="both"/>
        <w:rPr>
          <w:rFonts w:asciiTheme="minorHAnsi" w:hAnsiTheme="minorHAnsi"/>
        </w:rPr>
      </w:pPr>
    </w:p>
    <w:p w14:paraId="50D87E37" w14:textId="7692CF46" w:rsidR="009C35EC" w:rsidRPr="009C35EC" w:rsidRDefault="00F94528" w:rsidP="00205383">
      <w:pPr>
        <w:tabs>
          <w:tab w:val="left" w:pos="720"/>
          <w:tab w:val="center" w:pos="4819"/>
          <w:tab w:val="right" w:pos="9638"/>
        </w:tabs>
        <w:jc w:val="both"/>
      </w:pPr>
      <w:r>
        <w:rPr>
          <w:rFonts w:asciiTheme="minorHAnsi" w:hAnsiTheme="minorHAnsi"/>
        </w:rPr>
        <w:tab/>
      </w:r>
    </w:p>
    <w:sectPr w:rsidR="009C35EC" w:rsidRPr="009C35EC" w:rsidSect="002A5E8A">
      <w:headerReference w:type="default" r:id="rId13"/>
      <w:footerReference w:type="default" r:id="rId14"/>
      <w:pgSz w:w="11907" w:h="16840"/>
      <w:pgMar w:top="255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8C6FF" w14:textId="77777777" w:rsidR="00C41B79" w:rsidRDefault="00C41B79">
      <w:r>
        <w:separator/>
      </w:r>
    </w:p>
  </w:endnote>
  <w:endnote w:type="continuationSeparator" w:id="0">
    <w:p w14:paraId="7982DF6A" w14:textId="77777777" w:rsidR="00C41B79" w:rsidRDefault="00C41B79">
      <w:r>
        <w:continuationSeparator/>
      </w:r>
    </w:p>
  </w:endnote>
  <w:endnote w:type="continuationNotice" w:id="1">
    <w:p w14:paraId="261D62DD" w14:textId="77777777" w:rsidR="00C41B79" w:rsidRDefault="00C41B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E5212" w14:textId="709BB433" w:rsidR="00BD4449" w:rsidRPr="00BD4449" w:rsidRDefault="00574C12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  <w:r w:rsidRPr="00574C12">
      <w:rPr>
        <w:rFonts w:asciiTheme="minorHAnsi" w:hAnsiTheme="minorHAnsi" w:cstheme="minorHAnsi"/>
        <w:sz w:val="18"/>
        <w:szCs w:val="18"/>
      </w:rPr>
      <w:t xml:space="preserve">202112171237_Scheda </w:t>
    </w:r>
    <w:proofErr w:type="spellStart"/>
    <w:r w:rsidRPr="00574C12">
      <w:rPr>
        <w:rFonts w:asciiTheme="minorHAnsi" w:hAnsiTheme="minorHAnsi" w:cstheme="minorHAnsi"/>
        <w:sz w:val="18"/>
        <w:szCs w:val="18"/>
      </w:rPr>
      <w:t>iscrizione_Campionato</w:t>
    </w:r>
    <w:proofErr w:type="spellEnd"/>
    <w:r w:rsidRPr="00574C12">
      <w:rPr>
        <w:rFonts w:asciiTheme="minorHAnsi" w:hAnsiTheme="minorHAnsi" w:cstheme="minorHAnsi"/>
        <w:sz w:val="18"/>
        <w:szCs w:val="18"/>
      </w:rPr>
      <w:t xml:space="preserve"> per classi TUTTI IN CAMPO</w:t>
    </w:r>
  </w:p>
  <w:p w14:paraId="54BBC000" w14:textId="79C967C1" w:rsidR="00E011C7" w:rsidRPr="0063515F" w:rsidRDefault="00E011C7" w:rsidP="00E011C7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41C1B471" w14:textId="77777777" w:rsidR="00E011C7" w:rsidRDefault="00E011C7" w:rsidP="00E011C7">
    <w:pPr>
      <w:pStyle w:val="Default"/>
      <w:jc w:val="center"/>
      <w:rPr>
        <w:iCs/>
        <w:color w:val="auto"/>
        <w:sz w:val="18"/>
        <w:szCs w:val="18"/>
      </w:rPr>
    </w:pPr>
    <w:r w:rsidRPr="00BF58B5">
      <w:rPr>
        <w:i/>
        <w:iCs/>
        <w:color w:val="auto"/>
        <w:sz w:val="18"/>
        <w:szCs w:val="18"/>
      </w:rPr>
      <w:t>Docu</w:t>
    </w:r>
    <w:r>
      <w:rPr>
        <w:i/>
        <w:iCs/>
        <w:sz w:val="20"/>
        <w:szCs w:val="20"/>
      </w:rPr>
      <w:t>mento firmato digitalmente ai sensi del c.d. Codice dell’Amministrazione Digitale e normativa connessa</w:t>
    </w:r>
  </w:p>
  <w:p w14:paraId="3F3427DF" w14:textId="77777777" w:rsidR="00E011C7" w:rsidRDefault="00E011C7" w:rsidP="00E011C7">
    <w:pPr>
      <w:pStyle w:val="Default"/>
      <w:jc w:val="center"/>
      <w:rPr>
        <w:rFonts w:cs="Arial"/>
        <w:iCs/>
        <w:color w:val="auto"/>
        <w:sz w:val="18"/>
        <w:szCs w:val="18"/>
      </w:rPr>
    </w:pPr>
    <w:r w:rsidRPr="007D2791">
      <w:rPr>
        <w:rFonts w:cs="Arial"/>
        <w:iCs/>
        <w:color w:val="auto"/>
        <w:sz w:val="18"/>
        <w:szCs w:val="18"/>
      </w:rPr>
      <w:t>Via XXV Aprile, 19,</w:t>
    </w:r>
    <w:r>
      <w:rPr>
        <w:rFonts w:cs="Arial"/>
        <w:iCs/>
        <w:color w:val="auto"/>
        <w:sz w:val="18"/>
        <w:szCs w:val="18"/>
      </w:rPr>
      <w:t xml:space="preserve"> </w:t>
    </w:r>
    <w:r w:rsidRPr="007D2791">
      <w:rPr>
        <w:rFonts w:cs="Arial"/>
        <w:iCs/>
        <w:color w:val="auto"/>
        <w:sz w:val="18"/>
        <w:szCs w:val="18"/>
      </w:rPr>
      <w:t>6012</w:t>
    </w:r>
    <w:r>
      <w:rPr>
        <w:rFonts w:cs="Arial"/>
        <w:iCs/>
        <w:color w:val="auto"/>
        <w:sz w:val="18"/>
        <w:szCs w:val="18"/>
      </w:rPr>
      <w:t>5</w:t>
    </w:r>
    <w:r w:rsidRPr="007D2791">
      <w:rPr>
        <w:rFonts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cs="Arial"/>
        <w:iCs/>
        <w:color w:val="auto"/>
        <w:sz w:val="18"/>
        <w:szCs w:val="18"/>
      </w:rPr>
      <w:t>iPA</w:t>
    </w:r>
    <w:proofErr w:type="spellEnd"/>
    <w:r w:rsidRPr="007D2791">
      <w:rPr>
        <w:rFonts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cs="Arial"/>
        <w:iCs/>
        <w:color w:val="auto"/>
        <w:sz w:val="18"/>
        <w:szCs w:val="18"/>
      </w:rPr>
      <w:t>m_pi</w:t>
    </w:r>
    <w:proofErr w:type="spellEnd"/>
  </w:p>
  <w:p w14:paraId="4EEA612A" w14:textId="77777777" w:rsidR="00E011C7" w:rsidRPr="00551CAC" w:rsidRDefault="00E011C7" w:rsidP="00E011C7">
    <w:pPr>
      <w:pStyle w:val="Default"/>
      <w:jc w:val="center"/>
      <w:rPr>
        <w:rFonts w:cs="Arial"/>
        <w:color w:val="auto"/>
        <w:sz w:val="18"/>
        <w:szCs w:val="18"/>
      </w:rPr>
    </w:pPr>
    <w:proofErr w:type="spellStart"/>
    <w:r w:rsidRPr="00551CAC">
      <w:rPr>
        <w:rFonts w:cs="Arial"/>
        <w:iCs/>
        <w:color w:val="auto"/>
        <w:sz w:val="18"/>
        <w:szCs w:val="18"/>
      </w:rPr>
      <w:t>Pec</w:t>
    </w:r>
    <w:proofErr w:type="spellEnd"/>
    <w:r w:rsidRPr="00551CAC">
      <w:rPr>
        <w:rFonts w:cs="Arial"/>
        <w:iCs/>
        <w:color w:val="auto"/>
        <w:sz w:val="18"/>
        <w:szCs w:val="18"/>
      </w:rPr>
      <w:t xml:space="preserve">: </w:t>
    </w:r>
    <w:hyperlink r:id="rId2" w:history="1">
      <w:r w:rsidRPr="00551CAC">
        <w:rPr>
          <w:rStyle w:val="Collegamentoipertestuale"/>
          <w:rFonts w:cs="Arial"/>
          <w:iCs/>
          <w:sz w:val="18"/>
          <w:szCs w:val="18"/>
        </w:rPr>
        <w:t>drma@postacert.istruzione.it</w:t>
      </w:r>
    </w:hyperlink>
    <w:r w:rsidRPr="00551CAC">
      <w:rPr>
        <w:rFonts w:cs="Arial"/>
        <w:iCs/>
        <w:color w:val="auto"/>
        <w:sz w:val="18"/>
        <w:szCs w:val="18"/>
      </w:rPr>
      <w:t xml:space="preserve"> – E-mail: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</w:rPr>
        <w:t>direzione-marche@istruzione.it</w:t>
      </w:r>
    </w:hyperlink>
  </w:p>
  <w:p w14:paraId="109E6938" w14:textId="77777777" w:rsidR="00E011C7" w:rsidRPr="00551CAC" w:rsidRDefault="00E011C7" w:rsidP="00E011C7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28373E78" w14:textId="77777777" w:rsidR="00E011C7" w:rsidRPr="00551CAC" w:rsidRDefault="00E011C7" w:rsidP="00E011C7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B810C01" w14:textId="6A64531D" w:rsidR="004B2422" w:rsidRPr="006D24A4" w:rsidRDefault="00E011C7" w:rsidP="00E011C7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4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0C5AA" w14:textId="77777777" w:rsidR="00C41B79" w:rsidRDefault="00C41B79">
      <w:r>
        <w:separator/>
      </w:r>
    </w:p>
  </w:footnote>
  <w:footnote w:type="continuationSeparator" w:id="0">
    <w:p w14:paraId="4081B259" w14:textId="77777777" w:rsidR="00C41B79" w:rsidRDefault="00C41B79">
      <w:r>
        <w:continuationSeparator/>
      </w:r>
    </w:p>
  </w:footnote>
  <w:footnote w:type="continuationNotice" w:id="1">
    <w:p w14:paraId="0C516C03" w14:textId="77777777" w:rsidR="00C41B79" w:rsidRDefault="00C41B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3"/>
  </w:num>
  <w:num w:numId="5">
    <w:abstractNumId w:val="16"/>
  </w:num>
  <w:num w:numId="6">
    <w:abstractNumId w:val="2"/>
  </w:num>
  <w:num w:numId="7">
    <w:abstractNumId w:val="0"/>
  </w:num>
  <w:num w:numId="8">
    <w:abstractNumId w:val="12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7"/>
  </w:num>
  <w:num w:numId="14">
    <w:abstractNumId w:val="15"/>
  </w:num>
  <w:num w:numId="15">
    <w:abstractNumId w:val="4"/>
  </w:num>
  <w:num w:numId="16">
    <w:abstractNumId w:val="5"/>
  </w:num>
  <w:num w:numId="17">
    <w:abstractNumId w:val="14"/>
  </w:num>
  <w:num w:numId="18">
    <w:abstractNumId w:val="9"/>
  </w:num>
  <w:num w:numId="19">
    <w:abstractNumId w:val="10"/>
  </w:num>
  <w:num w:numId="2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69C1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60A4"/>
    <w:rsid w:val="00257619"/>
    <w:rsid w:val="00261887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41D"/>
    <w:rsid w:val="00356D93"/>
    <w:rsid w:val="003579C0"/>
    <w:rsid w:val="003601B3"/>
    <w:rsid w:val="0036097E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6F2A"/>
    <w:rsid w:val="003B7DFF"/>
    <w:rsid w:val="003C097D"/>
    <w:rsid w:val="003C0A84"/>
    <w:rsid w:val="003C0BD3"/>
    <w:rsid w:val="003C1F1D"/>
    <w:rsid w:val="003C506A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B17"/>
    <w:rsid w:val="004101CB"/>
    <w:rsid w:val="0041122C"/>
    <w:rsid w:val="00413D9F"/>
    <w:rsid w:val="00414840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583B"/>
    <w:rsid w:val="00486728"/>
    <w:rsid w:val="00487EF7"/>
    <w:rsid w:val="00490715"/>
    <w:rsid w:val="00490BA4"/>
    <w:rsid w:val="00491748"/>
    <w:rsid w:val="00492925"/>
    <w:rsid w:val="00492B18"/>
    <w:rsid w:val="0049453C"/>
    <w:rsid w:val="00494E18"/>
    <w:rsid w:val="00497DF4"/>
    <w:rsid w:val="004A0180"/>
    <w:rsid w:val="004A0B3F"/>
    <w:rsid w:val="004A0BFB"/>
    <w:rsid w:val="004A0FBB"/>
    <w:rsid w:val="004A1C77"/>
    <w:rsid w:val="004A2A8C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3F38"/>
    <w:rsid w:val="006A0B3C"/>
    <w:rsid w:val="006A1528"/>
    <w:rsid w:val="006A4FE4"/>
    <w:rsid w:val="006A5682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5AC2"/>
    <w:rsid w:val="00707345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A270E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D1161"/>
    <w:rsid w:val="009D2592"/>
    <w:rsid w:val="009D27E2"/>
    <w:rsid w:val="009D356A"/>
    <w:rsid w:val="009D3689"/>
    <w:rsid w:val="009D3FDF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45A6"/>
    <w:rsid w:val="00A246F9"/>
    <w:rsid w:val="00A32C50"/>
    <w:rsid w:val="00A358A3"/>
    <w:rsid w:val="00A35E4D"/>
    <w:rsid w:val="00A36084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4026"/>
    <w:rsid w:val="00B44110"/>
    <w:rsid w:val="00B46769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55D8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60FD"/>
    <w:rsid w:val="00D26FC5"/>
    <w:rsid w:val="00D310BE"/>
    <w:rsid w:val="00D343C6"/>
    <w:rsid w:val="00D37CAE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orms.office.com/r/T3Hratgu6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irezione-marche@istruzione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irezione-marche@istruzione.it" TargetMode="External"/><Relationship Id="rId2" Type="http://schemas.openxmlformats.org/officeDocument/2006/relationships/hyperlink" Target="file:///D:\Users\mim2671\AppData\Local\drma@postacert.istruzione.it" TargetMode="External"/><Relationship Id="rId1" Type="http://schemas.openxmlformats.org/officeDocument/2006/relationships/hyperlink" Target="mailto:edifisicamarche@istruzione.it" TargetMode="External"/><Relationship Id="rId4" Type="http://schemas.openxmlformats.org/officeDocument/2006/relationships/hyperlink" Target="http://www.marche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16</TotalTime>
  <Pages>2</Pages>
  <Words>83</Words>
  <Characters>730</Characters>
  <Application>Microsoft Office Word</Application>
  <DocSecurity>0</DocSecurity>
  <Lines>6</Lines>
  <Paragraphs>1</Paragraphs>
  <ScaleCrop>false</ScaleCrop>
  <Company>Ministero Pubblica Istruzione</Company>
  <LinksUpToDate>false</LinksUpToDate>
  <CharactersWithSpaces>812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Marco Petrini</cp:lastModifiedBy>
  <cp:revision>21</cp:revision>
  <cp:lastPrinted>2021-05-24T07:29:00Z</cp:lastPrinted>
  <dcterms:created xsi:type="dcterms:W3CDTF">2021-12-17T12:09:00Z</dcterms:created>
  <dcterms:modified xsi:type="dcterms:W3CDTF">2021-12-20T07:49:00Z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